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46C0CAB8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487588">
        <w:rPr>
          <w:szCs w:val="22"/>
        </w:rPr>
        <w:t>5</w:t>
      </w:r>
      <w:bookmarkStart w:id="0" w:name="_GoBack"/>
      <w:bookmarkEnd w:id="0"/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proofErr w:type="gramStart"/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</w:t>
      </w:r>
      <w:proofErr w:type="gramEnd"/>
      <w:r w:rsidRPr="003459B2">
        <w:rPr>
          <w:b/>
          <w:szCs w:val="22"/>
        </w:rPr>
        <w:t xml:space="preserve">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2E634CF5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1"/>
      <w:r w:rsidR="00487588" w:rsidRPr="00487588">
        <w:rPr>
          <w:rFonts w:eastAsia="Times New Roman" w:cs="Times New Roman"/>
          <w:b/>
          <w:lang w:eastAsia="cs-CZ"/>
        </w:rPr>
        <w:t>Oprava 4 kusů MUV s nástavbou KSF</w:t>
      </w:r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5BA62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48BF9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6DBE44CE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487588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fldSimple w:instr=" NUMPAGES   \* MERGEFORMAT ">
            <w:r w:rsidR="00487588" w:rsidRPr="00487588">
              <w:rPr>
                <w:rStyle w:val="slostrnky"/>
                <w:b w:val="0"/>
                <w:noProof/>
              </w:rPr>
              <w:t>1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77777777" w:rsidR="001873C7" w:rsidRPr="00846C0F" w:rsidRDefault="001873C7" w:rsidP="001873C7">
          <w:pPr>
            <w:pStyle w:val="Zpat"/>
          </w:pPr>
          <w:r w:rsidRPr="00846C0F">
            <w:t>www.szdc.cz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85CD4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4B6E2E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80E07"/>
    <w:rsid w:val="00292FDB"/>
    <w:rsid w:val="002C31BF"/>
    <w:rsid w:val="002D08B1"/>
    <w:rsid w:val="002E0CD7"/>
    <w:rsid w:val="00321ABB"/>
    <w:rsid w:val="00341DCF"/>
    <w:rsid w:val="003459B2"/>
    <w:rsid w:val="003501CA"/>
    <w:rsid w:val="00357BC6"/>
    <w:rsid w:val="00384B3E"/>
    <w:rsid w:val="003956C6"/>
    <w:rsid w:val="003F5F11"/>
    <w:rsid w:val="00441430"/>
    <w:rsid w:val="00450F07"/>
    <w:rsid w:val="00453CD3"/>
    <w:rsid w:val="00460660"/>
    <w:rsid w:val="00486107"/>
    <w:rsid w:val="00487588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DB0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37F64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11A67B-C597-46F1-B367-12E2DB276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6</TotalTime>
  <Pages>1</Pages>
  <Words>347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12</cp:revision>
  <cp:lastPrinted>2017-11-28T17:18:00Z</cp:lastPrinted>
  <dcterms:created xsi:type="dcterms:W3CDTF">2019-04-15T12:36:00Z</dcterms:created>
  <dcterms:modified xsi:type="dcterms:W3CDTF">2020-06-09T08:20:00Z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